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CFBB4" w14:textId="72C0EDC3" w:rsidR="00A756D0" w:rsidRPr="005E03C7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5E03C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5152F" w:rsidRPr="005E03C7">
        <w:rPr>
          <w:rFonts w:asciiTheme="majorHAnsi" w:eastAsia="Times New Roman" w:hAnsiTheme="majorHAnsi" w:cs="Times New Roman"/>
          <w:lang w:eastAsia="cs-CZ"/>
        </w:rPr>
        <w:t>5</w:t>
      </w:r>
      <w:r w:rsidR="00BF3F23">
        <w:rPr>
          <w:rFonts w:asciiTheme="majorHAnsi" w:eastAsia="Times New Roman" w:hAnsiTheme="majorHAnsi" w:cs="Times New Roman"/>
          <w:lang w:eastAsia="cs-CZ"/>
        </w:rPr>
        <w:t>b</w:t>
      </w:r>
      <w:r w:rsidR="00535F91">
        <w:rPr>
          <w:rFonts w:asciiTheme="majorHAnsi" w:eastAsia="Times New Roman" w:hAnsiTheme="majorHAnsi" w:cs="Times New Roman"/>
          <w:lang w:eastAsia="cs-CZ"/>
        </w:rPr>
        <w:t>)</w:t>
      </w:r>
      <w:r w:rsidR="00A756D0" w:rsidRPr="005E03C7">
        <w:rPr>
          <w:rFonts w:asciiTheme="majorHAnsi" w:eastAsia="Times New Roman" w:hAnsiTheme="majorHAnsi" w:cs="Times New Roman"/>
          <w:lang w:eastAsia="cs-CZ"/>
        </w:rPr>
        <w:t xml:space="preserve"> </w:t>
      </w:r>
      <w:r w:rsidR="00090454" w:rsidRPr="005E03C7">
        <w:rPr>
          <w:rFonts w:asciiTheme="majorHAnsi" w:eastAsia="Times New Roman" w:hAnsiTheme="majorHAnsi" w:cs="Times New Roman"/>
          <w:lang w:eastAsia="cs-CZ"/>
        </w:rPr>
        <w:t>Výzvy k podání nabídky</w:t>
      </w:r>
    </w:p>
    <w:p w14:paraId="684108BF" w14:textId="2BB0940D" w:rsidR="000E63D6" w:rsidRDefault="00535F91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Ceník pro I</w:t>
      </w:r>
      <w:r w:rsidR="00BF3F23"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I</w:t>
      </w:r>
      <w:r>
        <w:rPr>
          <w:rFonts w:asciiTheme="majorHAnsi" w:eastAsia="Times New Roman" w:hAnsiTheme="majorHAnsi" w:cs="Times New Roman"/>
          <w:b/>
          <w:sz w:val="16"/>
          <w:szCs w:val="16"/>
          <w:u w:val="single"/>
          <w:lang w:eastAsia="cs-CZ"/>
        </w:rPr>
        <w:t>. část veřejné zakázky</w:t>
      </w:r>
    </w:p>
    <w:p w14:paraId="50E97740" w14:textId="5DEC77ED" w:rsidR="009F772C" w:rsidRPr="00BF3F23" w:rsidRDefault="00367EAA" w:rsidP="00BF3F23">
      <w:pPr>
        <w:pStyle w:val="Odstavecseseznamem"/>
        <w:numPr>
          <w:ilvl w:val="0"/>
          <w:numId w:val="42"/>
        </w:numPr>
        <w:spacing w:before="120" w:line="240" w:lineRule="auto"/>
        <w:jc w:val="both"/>
        <w:rPr>
          <w:rFonts w:asciiTheme="majorHAnsi" w:eastAsia="Times New Roman" w:hAnsiTheme="majorHAnsi" w:cs="Times New Roman"/>
          <w:b/>
          <w:sz w:val="16"/>
          <w:szCs w:val="16"/>
          <w:lang w:eastAsia="cs-CZ"/>
        </w:rPr>
      </w:pPr>
      <w:r w:rsidRPr="00BF3F23">
        <w:rPr>
          <w:b/>
        </w:rPr>
        <w:t>Testovací přípravky funkce STOP 2021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7"/>
        <w:gridCol w:w="1818"/>
        <w:gridCol w:w="1818"/>
        <w:gridCol w:w="1818"/>
        <w:gridCol w:w="1818"/>
        <w:gridCol w:w="1818"/>
        <w:gridCol w:w="1818"/>
      </w:tblGrid>
      <w:tr w:rsidR="00BF3F23" w14:paraId="776786CE" w14:textId="75D58F44" w:rsidTr="00AB7D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90C44E" w14:textId="7A0520FD" w:rsidR="00095E9E" w:rsidRPr="00095E9E" w:rsidRDefault="00095E9E" w:rsidP="00367EAA">
            <w:pPr>
              <w:spacing w:before="120"/>
              <w:jc w:val="center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Předmět </w:t>
            </w:r>
            <w:r w:rsidR="00367EA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koupě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C7A9F2" w14:textId="3F5EC4FD" w:rsidR="00095E9E" w:rsidRPr="00095E9E" w:rsidRDefault="00095E9E" w:rsidP="00095E9E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Cena za 1 ks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bez DPH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F78F0" w14:textId="0ECBDDBC" w:rsidR="00095E9E" w:rsidRPr="00095E9E" w:rsidRDefault="00095E9E" w:rsidP="00095E9E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Výše DPH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5F68BB" w14:textId="4C9AAE42" w:rsidR="00095E9E" w:rsidRPr="00095E9E" w:rsidRDefault="00095E9E" w:rsidP="00670FC5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Cena za 1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="00670FC5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ks 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včetně DPH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4183BC" w14:textId="26CD4F49" w:rsidR="00095E9E" w:rsidRPr="00095E9E" w:rsidRDefault="00095E9E" w:rsidP="0005735A">
            <w:pPr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Cena za </w:t>
            </w:r>
            <w:r w:rsidR="0005735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15 k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s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 Kč</w:t>
            </w:r>
            <w:r w:rsidR="009F772C"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bez DPH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A8E66A" w14:textId="796CF627" w:rsidR="00095E9E" w:rsidRPr="00095E9E" w:rsidRDefault="00095E9E" w:rsidP="00095E9E">
            <w:pPr>
              <w:tabs>
                <w:tab w:val="center" w:pos="1048"/>
                <w:tab w:val="right" w:pos="2097"/>
              </w:tabs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Výše DPH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E60F14" w14:textId="2E73BC31" w:rsidR="00095E9E" w:rsidRDefault="00095E9E" w:rsidP="0005735A">
            <w:pPr>
              <w:tabs>
                <w:tab w:val="center" w:pos="1048"/>
                <w:tab w:val="right" w:pos="2097"/>
              </w:tabs>
              <w:spacing w:before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</w:pP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Cena za </w:t>
            </w:r>
            <w:r w:rsidR="0005735A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15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ks</w:t>
            </w:r>
            <w:r w:rsidR="009F772C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v Kč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>včetně</w:t>
            </w:r>
            <w:r w:rsidRPr="00095E9E">
              <w:rPr>
                <w:rFonts w:asciiTheme="majorHAnsi" w:eastAsia="Times New Roman" w:hAnsiTheme="majorHAnsi" w:cs="Times New Roman"/>
                <w:b/>
                <w:sz w:val="16"/>
                <w:szCs w:val="16"/>
                <w:lang w:eastAsia="cs-CZ"/>
              </w:rPr>
              <w:t xml:space="preserve"> DPH</w:t>
            </w:r>
          </w:p>
        </w:tc>
      </w:tr>
      <w:tr w:rsidR="00095E9E" w14:paraId="45A80282" w14:textId="40DD30FB" w:rsidTr="00057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97" w:type="dxa"/>
          </w:tcPr>
          <w:p w14:paraId="59AB7FED" w14:textId="29C6AAE0" w:rsidR="00095E9E" w:rsidRDefault="00BF3F23" w:rsidP="009F772C">
            <w:pPr>
              <w:spacing w:before="12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  <w:r w:rsidRPr="00BF3F23">
              <w:rPr>
                <w:bCs/>
                <w:iCs/>
                <w:sz w:val="16"/>
                <w:szCs w:val="16"/>
              </w:rPr>
              <w:t>TESTOVACÍ PŘÍPRAVEK GSM-R STOP pro radiostanice T-CZ VS67</w:t>
            </w:r>
          </w:p>
        </w:tc>
        <w:tc>
          <w:tcPr>
            <w:tcW w:w="1818" w:type="dxa"/>
          </w:tcPr>
          <w:p w14:paraId="5A36A5F5" w14:textId="6A624136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="000E2248"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235780F0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652530DC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6EFA48DB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0A5476F7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12C9F950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1F4B1576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696E405C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6EBE36FB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9B579DB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  <w:tc>
          <w:tcPr>
            <w:tcW w:w="1818" w:type="dxa"/>
          </w:tcPr>
          <w:p w14:paraId="21EAB0CD" w14:textId="77777777" w:rsidR="00AF7FBC" w:rsidRPr="00390605" w:rsidRDefault="00AF7FBC" w:rsidP="00AF7FB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00ACE84D" w14:textId="77777777" w:rsidR="00095E9E" w:rsidRPr="00390605" w:rsidRDefault="00095E9E" w:rsidP="00A756D0">
            <w:pPr>
              <w:spacing w:before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="Times New Roman"/>
                <w:b/>
                <w:sz w:val="16"/>
                <w:szCs w:val="16"/>
                <w:u w:val="single"/>
                <w:lang w:eastAsia="cs-CZ"/>
              </w:rPr>
            </w:pPr>
          </w:p>
        </w:tc>
      </w:tr>
      <w:tr w:rsidR="009F772C" w14:paraId="1CF04219" w14:textId="77777777" w:rsidTr="000573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51" w:type="dxa"/>
            <w:gridSpan w:val="4"/>
            <w:shd w:val="clear" w:color="auto" w:fill="D9D9D9" w:themeFill="background1" w:themeFillShade="D9"/>
          </w:tcPr>
          <w:p w14:paraId="4B0FDFD7" w14:textId="153CABF3" w:rsidR="009F772C" w:rsidRPr="009F772C" w:rsidRDefault="009F772C" w:rsidP="00BF3F23">
            <w:pPr>
              <w:spacing w:before="120" w:after="120"/>
              <w:outlineLvl w:val="1"/>
              <w:rPr>
                <w:b/>
                <w:bCs/>
                <w:iCs/>
                <w:sz w:val="16"/>
                <w:szCs w:val="16"/>
                <w:highlight w:val="green"/>
              </w:rPr>
            </w:pPr>
            <w:r w:rsidRPr="00F83DFF">
              <w:rPr>
                <w:rFonts w:cs="Arial"/>
                <w:b/>
                <w:bCs/>
                <w:iCs/>
                <w:sz w:val="16"/>
                <w:szCs w:val="16"/>
              </w:rPr>
              <w:t>Celková Cena</w:t>
            </w:r>
            <w:r w:rsidR="00C90E90">
              <w:rPr>
                <w:rFonts w:cs="Arial"/>
                <w:b/>
                <w:bCs/>
                <w:iCs/>
                <w:sz w:val="16"/>
                <w:szCs w:val="16"/>
              </w:rPr>
              <w:t xml:space="preserve"> za předmět koupě, tj. 15 ks </w:t>
            </w:r>
          </w:p>
        </w:tc>
        <w:tc>
          <w:tcPr>
            <w:tcW w:w="1818" w:type="dxa"/>
          </w:tcPr>
          <w:p w14:paraId="203912CE" w14:textId="3C726D4A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/>
                <w:bCs/>
                <w:iCs/>
                <w:sz w:val="16"/>
                <w:szCs w:val="16"/>
                <w:highlight w:val="green"/>
              </w:rPr>
              <w:t>DOPLNÍ P</w:t>
            </w:r>
            <w:r w:rsidR="00C90E90" w:rsidRPr="00390605">
              <w:rPr>
                <w:rFonts w:cs="Arial"/>
                <w:b/>
                <w:bCs/>
                <w:iCs/>
                <w:sz w:val="16"/>
                <w:szCs w:val="16"/>
                <w:highlight w:val="green"/>
              </w:rPr>
              <w:t>RODÁVAJÍCÍ</w:t>
            </w:r>
            <w:r w:rsidRPr="00390605">
              <w:rPr>
                <w:rFonts w:cs="Arial"/>
                <w:b/>
                <w:bCs/>
                <w:iCs/>
                <w:sz w:val="16"/>
                <w:szCs w:val="16"/>
                <w:highlight w:val="green"/>
              </w:rPr>
              <w:t>.</w:t>
            </w: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B0B141F" w14:textId="77777777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818" w:type="dxa"/>
          </w:tcPr>
          <w:p w14:paraId="4C216F3E" w14:textId="77777777" w:rsidR="00C90E90" w:rsidRPr="00390605" w:rsidRDefault="00C90E90" w:rsidP="00C90E90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330FBB02" w14:textId="77777777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</w:p>
        </w:tc>
        <w:tc>
          <w:tcPr>
            <w:tcW w:w="1818" w:type="dxa"/>
          </w:tcPr>
          <w:p w14:paraId="277FCBC0" w14:textId="77777777" w:rsidR="00C90E90" w:rsidRPr="00390605" w:rsidRDefault="00C90E90" w:rsidP="00C90E90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[</w:t>
            </w:r>
            <w:r w:rsidRPr="00390605">
              <w:rPr>
                <w:rFonts w:cs="Arial"/>
                <w:b/>
                <w:bCs/>
                <w:iCs/>
                <w:sz w:val="16"/>
                <w:szCs w:val="16"/>
                <w:highlight w:val="green"/>
              </w:rPr>
              <w:t>DOPLNÍ PRODÁVAJÍCÍ.</w:t>
            </w:r>
            <w:r w:rsidRPr="00390605">
              <w:rPr>
                <w:b/>
                <w:bCs/>
                <w:iCs/>
                <w:sz w:val="16"/>
                <w:szCs w:val="16"/>
                <w:highlight w:val="green"/>
              </w:rPr>
              <w:t>]</w:t>
            </w:r>
          </w:p>
          <w:p w14:paraId="7D861C15" w14:textId="77777777" w:rsidR="009F772C" w:rsidRPr="00390605" w:rsidRDefault="009F772C" w:rsidP="009F772C">
            <w:pPr>
              <w:jc w:val="center"/>
              <w:outlineLvl w:val="1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iCs/>
                <w:sz w:val="16"/>
                <w:szCs w:val="16"/>
                <w:highlight w:val="green"/>
              </w:rPr>
            </w:pPr>
          </w:p>
        </w:tc>
      </w:tr>
    </w:tbl>
    <w:p w14:paraId="452F47E4" w14:textId="3DE4B6D4" w:rsidR="009F392E" w:rsidRPr="006177DB" w:rsidRDefault="009F392E" w:rsidP="0005735A">
      <w:pPr>
        <w:spacing w:before="120" w:line="240" w:lineRule="auto"/>
        <w:jc w:val="both"/>
        <w:rPr>
          <w:highlight w:val="yellow"/>
        </w:rPr>
      </w:pPr>
      <w:bookmarkStart w:id="0" w:name="_GoBack"/>
      <w:bookmarkEnd w:id="0"/>
    </w:p>
    <w:sectPr w:rsidR="009F392E" w:rsidRPr="006177DB" w:rsidSect="00F83DF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D5F4C1" w14:textId="77777777" w:rsidR="002E51E0" w:rsidRDefault="002E51E0" w:rsidP="00962258">
      <w:pPr>
        <w:spacing w:after="0" w:line="240" w:lineRule="auto"/>
      </w:pPr>
      <w:r>
        <w:separator/>
      </w:r>
    </w:p>
  </w:endnote>
  <w:endnote w:type="continuationSeparator" w:id="0">
    <w:p w14:paraId="5CAE7EFA" w14:textId="77777777" w:rsidR="002E51E0" w:rsidRDefault="002E51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151A26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E781AEB" w14:textId="46812C9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573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5735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AD566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D88DA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2BE15A9" w14:textId="77777777" w:rsidR="00F1715C" w:rsidRDefault="00F1715C" w:rsidP="00D831A3">
          <w:pPr>
            <w:pStyle w:val="Zpat"/>
          </w:pPr>
        </w:p>
      </w:tc>
    </w:tr>
  </w:tbl>
  <w:p w14:paraId="43D0112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03412A5" wp14:editId="78BC2C5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64EC6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5FCFA3D" wp14:editId="3518D5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C5D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2B42E1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B2CDDF6" w14:textId="25D5DB6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7D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7D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4C084D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6E734F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E783A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2B37A8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A70A8D1" w14:textId="77777777"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F094BF8" w14:textId="77777777" w:rsidR="00F1715C" w:rsidRDefault="00F1715C" w:rsidP="00460660">
          <w:pPr>
            <w:pStyle w:val="Zpat"/>
          </w:pPr>
        </w:p>
      </w:tc>
    </w:tr>
  </w:tbl>
  <w:p w14:paraId="2559807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CD11B03" wp14:editId="6D060EB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01E01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7061E6" wp14:editId="1E68642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82C9E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5A18FE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8191C" w14:textId="77777777" w:rsidR="002E51E0" w:rsidRDefault="002E51E0" w:rsidP="00962258">
      <w:pPr>
        <w:spacing w:after="0" w:line="240" w:lineRule="auto"/>
      </w:pPr>
      <w:r>
        <w:separator/>
      </w:r>
    </w:p>
  </w:footnote>
  <w:footnote w:type="continuationSeparator" w:id="0">
    <w:p w14:paraId="7E3A1B7A" w14:textId="77777777" w:rsidR="002E51E0" w:rsidRDefault="002E51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9310C6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3765D0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DADC9B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4E2012" w14:textId="77777777" w:rsidR="00F1715C" w:rsidRPr="00D6163D" w:rsidRDefault="00F1715C" w:rsidP="00D6163D">
          <w:pPr>
            <w:pStyle w:val="Druhdokumentu"/>
          </w:pPr>
        </w:p>
      </w:tc>
    </w:tr>
  </w:tbl>
  <w:p w14:paraId="39B4EE2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04180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B68547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7CA7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5293C89" w14:textId="77777777" w:rsidR="00F1715C" w:rsidRPr="00D6163D" w:rsidRDefault="00F1715C" w:rsidP="00FC6389">
          <w:pPr>
            <w:pStyle w:val="Druhdokumentu"/>
          </w:pPr>
        </w:p>
      </w:tc>
    </w:tr>
    <w:tr w:rsidR="009F392E" w14:paraId="58A504C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A1AB09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F567D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9DC53F" w14:textId="77777777" w:rsidR="009F392E" w:rsidRPr="00D6163D" w:rsidRDefault="009F392E" w:rsidP="00FC6389">
          <w:pPr>
            <w:pStyle w:val="Druhdokumentu"/>
          </w:pPr>
        </w:p>
      </w:tc>
    </w:tr>
  </w:tbl>
  <w:p w14:paraId="4DB5797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4CAD7D9" wp14:editId="44C74C9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00EFD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A2442"/>
    <w:multiLevelType w:val="hybridMultilevel"/>
    <w:tmpl w:val="C8700C14"/>
    <w:lvl w:ilvl="0" w:tplc="F2B6AF8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9E95CF6"/>
    <w:multiLevelType w:val="hybridMultilevel"/>
    <w:tmpl w:val="1F24248C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B3184"/>
    <w:multiLevelType w:val="hybridMultilevel"/>
    <w:tmpl w:val="910AC0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880756"/>
    <w:multiLevelType w:val="hybridMultilevel"/>
    <w:tmpl w:val="27C660D2"/>
    <w:lvl w:ilvl="0" w:tplc="2A0C8CE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53C04608"/>
    <w:multiLevelType w:val="hybridMultilevel"/>
    <w:tmpl w:val="4DAE9D06"/>
    <w:lvl w:ilvl="0" w:tplc="5EA201FA">
      <w:start w:val="2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6FF30915"/>
    <w:multiLevelType w:val="hybridMultilevel"/>
    <w:tmpl w:val="F288F306"/>
    <w:lvl w:ilvl="0" w:tplc="0AA2470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070991"/>
    <w:multiLevelType w:val="multilevel"/>
    <w:tmpl w:val="CABE99FC"/>
    <w:numStyleLink w:val="ListNumbermultilevel"/>
  </w:abstractNum>
  <w:abstractNum w:abstractNumId="16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7" w15:restartNumberingAfterBreak="0">
    <w:nsid w:val="7D613831"/>
    <w:multiLevelType w:val="hybridMultilevel"/>
    <w:tmpl w:val="7FDA5F5E"/>
    <w:lvl w:ilvl="0" w:tplc="74D0AA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6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5"/>
  </w:num>
  <w:num w:numId="17">
    <w:abstractNumId w:val="5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7"/>
  </w:num>
  <w:num w:numId="23">
    <w:abstractNumId w:val="2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5"/>
  </w:num>
  <w:num w:numId="29">
    <w:abstractNumId w:val="5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11"/>
  </w:num>
  <w:num w:numId="35">
    <w:abstractNumId w:val="16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 w:numId="36">
    <w:abstractNumId w:val="3"/>
  </w:num>
  <w:num w:numId="37">
    <w:abstractNumId w:val="9"/>
  </w:num>
  <w:num w:numId="38">
    <w:abstractNumId w:val="14"/>
  </w:num>
  <w:num w:numId="39">
    <w:abstractNumId w:val="17"/>
  </w:num>
  <w:num w:numId="40">
    <w:abstractNumId w:val="1"/>
  </w:num>
  <w:num w:numId="41">
    <w:abstractNumId w:val="4"/>
  </w:num>
  <w:num w:numId="4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5735A"/>
    <w:rsid w:val="00072C1E"/>
    <w:rsid w:val="00090454"/>
    <w:rsid w:val="00095E9E"/>
    <w:rsid w:val="000A4744"/>
    <w:rsid w:val="000C3C21"/>
    <w:rsid w:val="000C53E9"/>
    <w:rsid w:val="000E2248"/>
    <w:rsid w:val="000E23A7"/>
    <w:rsid w:val="000E4423"/>
    <w:rsid w:val="000E44B6"/>
    <w:rsid w:val="000E63D6"/>
    <w:rsid w:val="000F1450"/>
    <w:rsid w:val="0010693F"/>
    <w:rsid w:val="00114472"/>
    <w:rsid w:val="001369E4"/>
    <w:rsid w:val="001550BC"/>
    <w:rsid w:val="001605B9"/>
    <w:rsid w:val="00170EC5"/>
    <w:rsid w:val="001747C1"/>
    <w:rsid w:val="00181AE4"/>
    <w:rsid w:val="00184743"/>
    <w:rsid w:val="001C01C8"/>
    <w:rsid w:val="00207DF5"/>
    <w:rsid w:val="002456A1"/>
    <w:rsid w:val="00280E07"/>
    <w:rsid w:val="002A55F2"/>
    <w:rsid w:val="002C31BF"/>
    <w:rsid w:val="002C3AB3"/>
    <w:rsid w:val="002D08B1"/>
    <w:rsid w:val="002E0CD7"/>
    <w:rsid w:val="002E51E0"/>
    <w:rsid w:val="002E54F9"/>
    <w:rsid w:val="00336BEC"/>
    <w:rsid w:val="00341DCF"/>
    <w:rsid w:val="00346133"/>
    <w:rsid w:val="00357BC6"/>
    <w:rsid w:val="00367EAA"/>
    <w:rsid w:val="00390605"/>
    <w:rsid w:val="003956C6"/>
    <w:rsid w:val="003B17C3"/>
    <w:rsid w:val="003B71C1"/>
    <w:rsid w:val="003F2FD1"/>
    <w:rsid w:val="0041655B"/>
    <w:rsid w:val="00441430"/>
    <w:rsid w:val="00450CD9"/>
    <w:rsid w:val="00450F07"/>
    <w:rsid w:val="00453CD3"/>
    <w:rsid w:val="00460660"/>
    <w:rsid w:val="00463F74"/>
    <w:rsid w:val="00486107"/>
    <w:rsid w:val="00491827"/>
    <w:rsid w:val="004A2715"/>
    <w:rsid w:val="004A7864"/>
    <w:rsid w:val="004A79AC"/>
    <w:rsid w:val="004B348C"/>
    <w:rsid w:val="004C281B"/>
    <w:rsid w:val="004C4399"/>
    <w:rsid w:val="004C787C"/>
    <w:rsid w:val="004D1523"/>
    <w:rsid w:val="004E143C"/>
    <w:rsid w:val="004E3A53"/>
    <w:rsid w:val="004E6CDE"/>
    <w:rsid w:val="004F20BC"/>
    <w:rsid w:val="004F4B9B"/>
    <w:rsid w:val="004F69EA"/>
    <w:rsid w:val="00511AB9"/>
    <w:rsid w:val="00523EA7"/>
    <w:rsid w:val="005248DA"/>
    <w:rsid w:val="00535F91"/>
    <w:rsid w:val="00553375"/>
    <w:rsid w:val="00557C28"/>
    <w:rsid w:val="00561F02"/>
    <w:rsid w:val="005736B7"/>
    <w:rsid w:val="00575E5A"/>
    <w:rsid w:val="00585EBC"/>
    <w:rsid w:val="00594CC9"/>
    <w:rsid w:val="005E03C7"/>
    <w:rsid w:val="005F1404"/>
    <w:rsid w:val="0061068E"/>
    <w:rsid w:val="006177DB"/>
    <w:rsid w:val="0065152F"/>
    <w:rsid w:val="00657206"/>
    <w:rsid w:val="00660AD3"/>
    <w:rsid w:val="00670FC5"/>
    <w:rsid w:val="00677B7F"/>
    <w:rsid w:val="006A5570"/>
    <w:rsid w:val="006A689C"/>
    <w:rsid w:val="006B3D79"/>
    <w:rsid w:val="006C7FCD"/>
    <w:rsid w:val="006D7AFE"/>
    <w:rsid w:val="006E0578"/>
    <w:rsid w:val="006E314D"/>
    <w:rsid w:val="00710723"/>
    <w:rsid w:val="00714A8F"/>
    <w:rsid w:val="00716B0F"/>
    <w:rsid w:val="00723ED1"/>
    <w:rsid w:val="007347C5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B1638"/>
    <w:rsid w:val="008D03B9"/>
    <w:rsid w:val="008F18D6"/>
    <w:rsid w:val="00904780"/>
    <w:rsid w:val="00915883"/>
    <w:rsid w:val="009205B1"/>
    <w:rsid w:val="00922385"/>
    <w:rsid w:val="009223DF"/>
    <w:rsid w:val="00923DE9"/>
    <w:rsid w:val="00936091"/>
    <w:rsid w:val="00940D8A"/>
    <w:rsid w:val="00952784"/>
    <w:rsid w:val="00962258"/>
    <w:rsid w:val="009678B7"/>
    <w:rsid w:val="00971A79"/>
    <w:rsid w:val="009833E1"/>
    <w:rsid w:val="00992D9C"/>
    <w:rsid w:val="00996CB8"/>
    <w:rsid w:val="009B14A9"/>
    <w:rsid w:val="009B2E97"/>
    <w:rsid w:val="009C7C87"/>
    <w:rsid w:val="009E07F4"/>
    <w:rsid w:val="009E567A"/>
    <w:rsid w:val="009F392E"/>
    <w:rsid w:val="009F772C"/>
    <w:rsid w:val="00A00D54"/>
    <w:rsid w:val="00A57B7F"/>
    <w:rsid w:val="00A6177B"/>
    <w:rsid w:val="00A6224F"/>
    <w:rsid w:val="00A638ED"/>
    <w:rsid w:val="00A66136"/>
    <w:rsid w:val="00A756D0"/>
    <w:rsid w:val="00AA4CBB"/>
    <w:rsid w:val="00AA65FA"/>
    <w:rsid w:val="00AA7351"/>
    <w:rsid w:val="00AB7DFB"/>
    <w:rsid w:val="00AD056F"/>
    <w:rsid w:val="00AD6731"/>
    <w:rsid w:val="00AF7FBC"/>
    <w:rsid w:val="00B01A74"/>
    <w:rsid w:val="00B106BB"/>
    <w:rsid w:val="00B11ED3"/>
    <w:rsid w:val="00B15D0D"/>
    <w:rsid w:val="00B57516"/>
    <w:rsid w:val="00B64285"/>
    <w:rsid w:val="00B6547F"/>
    <w:rsid w:val="00B75EE1"/>
    <w:rsid w:val="00B77481"/>
    <w:rsid w:val="00B8518B"/>
    <w:rsid w:val="00BD7E91"/>
    <w:rsid w:val="00BF3F23"/>
    <w:rsid w:val="00C02D0A"/>
    <w:rsid w:val="00C03A6E"/>
    <w:rsid w:val="00C44F6A"/>
    <w:rsid w:val="00C47AE3"/>
    <w:rsid w:val="00C74EFE"/>
    <w:rsid w:val="00C90E90"/>
    <w:rsid w:val="00CB50FF"/>
    <w:rsid w:val="00CD1FC4"/>
    <w:rsid w:val="00CF5E26"/>
    <w:rsid w:val="00D21061"/>
    <w:rsid w:val="00D31BAC"/>
    <w:rsid w:val="00D4108E"/>
    <w:rsid w:val="00D46ED4"/>
    <w:rsid w:val="00D6163D"/>
    <w:rsid w:val="00D73D46"/>
    <w:rsid w:val="00D831A3"/>
    <w:rsid w:val="00DB0A32"/>
    <w:rsid w:val="00DC75F3"/>
    <w:rsid w:val="00DD46F3"/>
    <w:rsid w:val="00DE56F2"/>
    <w:rsid w:val="00DF116D"/>
    <w:rsid w:val="00DF14E6"/>
    <w:rsid w:val="00E1333E"/>
    <w:rsid w:val="00E36C4A"/>
    <w:rsid w:val="00E81887"/>
    <w:rsid w:val="00EB104F"/>
    <w:rsid w:val="00ED14BD"/>
    <w:rsid w:val="00EF3BFB"/>
    <w:rsid w:val="00EF6356"/>
    <w:rsid w:val="00EF7AB3"/>
    <w:rsid w:val="00F0533E"/>
    <w:rsid w:val="00F1048D"/>
    <w:rsid w:val="00F12DEC"/>
    <w:rsid w:val="00F13E70"/>
    <w:rsid w:val="00F1715C"/>
    <w:rsid w:val="00F310F8"/>
    <w:rsid w:val="00F35939"/>
    <w:rsid w:val="00F35BB1"/>
    <w:rsid w:val="00F45607"/>
    <w:rsid w:val="00F53B4A"/>
    <w:rsid w:val="00F5558F"/>
    <w:rsid w:val="00F65214"/>
    <w:rsid w:val="00F659EB"/>
    <w:rsid w:val="00F825BD"/>
    <w:rsid w:val="00F83DFF"/>
    <w:rsid w:val="00F8660D"/>
    <w:rsid w:val="00F86BA6"/>
    <w:rsid w:val="00FA3E1C"/>
    <w:rsid w:val="00FC0E9F"/>
    <w:rsid w:val="00FC6389"/>
    <w:rsid w:val="00FE3694"/>
    <w:rsid w:val="00FE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D6534E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83DF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3DF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3DF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3DF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3D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03DF835-FB67-42A7-9C3B-E9A7B31ADE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436E81B-B5D1-4721-AC97-ADBCF42B7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83</Words>
  <Characters>493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Poláčková Dagmar</cp:lastModifiedBy>
  <cp:revision>3</cp:revision>
  <cp:lastPrinted>2017-11-28T17:18:00Z</cp:lastPrinted>
  <dcterms:created xsi:type="dcterms:W3CDTF">2021-09-07T13:24:00Z</dcterms:created>
  <dcterms:modified xsi:type="dcterms:W3CDTF">2021-09-07T13:25:00Z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